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2FA" w:rsidRDefault="00C012FA">
      <w:pPr>
        <w:rPr>
          <w:lang w:val="ro-RO"/>
        </w:rPr>
      </w:pPr>
    </w:p>
    <w:p w:rsidR="00C012FA" w:rsidRDefault="00C012FA">
      <w:pPr>
        <w:rPr>
          <w:lang w:val="ro-RO"/>
        </w:rPr>
      </w:pPr>
    </w:p>
    <w:p w:rsidR="00C012FA" w:rsidRDefault="00C012FA">
      <w:pPr>
        <w:rPr>
          <w:lang w:val="ro-RO"/>
        </w:rPr>
      </w:pPr>
    </w:p>
    <w:p w:rsidR="00C012FA" w:rsidRPr="003704D4" w:rsidRDefault="00C012FA" w:rsidP="00171132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ro-RO"/>
        </w:rPr>
      </w:pPr>
      <w:r w:rsidRPr="003704D4">
        <w:rPr>
          <w:b/>
          <w:bCs/>
          <w:sz w:val="28"/>
          <w:szCs w:val="28"/>
          <w:lang w:val="ro-RO"/>
        </w:rPr>
        <w:t>FIŞĂ DE ÎNSCRIERE</w:t>
      </w:r>
    </w:p>
    <w:p w:rsidR="00C012FA" w:rsidRPr="003704D4" w:rsidRDefault="00C012FA" w:rsidP="00171132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ro-RO"/>
        </w:rPr>
      </w:pPr>
    </w:p>
    <w:p w:rsidR="00C012FA" w:rsidRPr="003704D4" w:rsidRDefault="00C012FA" w:rsidP="00171132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ro-RO"/>
        </w:rPr>
      </w:pPr>
    </w:p>
    <w:p w:rsidR="00C012FA" w:rsidRDefault="00C012FA" w:rsidP="00171132">
      <w:pPr>
        <w:pStyle w:val="NormalWeb"/>
        <w:spacing w:before="0" w:beforeAutospacing="0" w:after="0" w:afterAutospacing="0"/>
        <w:jc w:val="center"/>
        <w:rPr>
          <w:b/>
          <w:bCs/>
          <w:lang w:val="ro-RO"/>
        </w:rPr>
      </w:pPr>
    </w:p>
    <w:p w:rsidR="00C012FA" w:rsidRPr="002A4DAD" w:rsidRDefault="00C012FA" w:rsidP="00101668">
      <w:pPr>
        <w:ind w:firstLine="720"/>
        <w:jc w:val="both"/>
        <w:rPr>
          <w:lang w:val="ro-RO"/>
        </w:rPr>
      </w:pPr>
      <w:r w:rsidRPr="002A4DAD">
        <w:rPr>
          <w:lang w:val="ro-RO"/>
        </w:rPr>
        <w:t>Tabel nominal cu elevii de la unitatea şcolară</w:t>
      </w:r>
      <w:r>
        <w:rPr>
          <w:lang w:val="ro-RO"/>
        </w:rPr>
        <w:t xml:space="preserve"> Școala Gimn. „AUGUSTIN MAIOR” </w:t>
      </w:r>
      <w:r w:rsidRPr="002A4DAD">
        <w:rPr>
          <w:lang w:val="ro-RO"/>
        </w:rPr>
        <w:t xml:space="preserve">localitatea </w:t>
      </w:r>
      <w:r>
        <w:rPr>
          <w:lang w:val="ro-RO"/>
        </w:rPr>
        <w:t xml:space="preserve">Reghin, </w:t>
      </w:r>
      <w:r w:rsidRPr="002A4DAD">
        <w:rPr>
          <w:b/>
          <w:bCs/>
          <w:lang w:val="ro-RO"/>
        </w:rPr>
        <w:t xml:space="preserve"> </w:t>
      </w:r>
      <w:r w:rsidRPr="002A4DAD">
        <w:rPr>
          <w:lang w:val="ro-RO"/>
        </w:rPr>
        <w:t xml:space="preserve">care vor participa la  </w:t>
      </w:r>
      <w:r w:rsidRPr="002A4DAD">
        <w:rPr>
          <w:i/>
          <w:iCs/>
          <w:lang w:val="ro-RO"/>
        </w:rPr>
        <w:t>Concursul de fizic</w:t>
      </w:r>
      <w:r>
        <w:rPr>
          <w:i/>
          <w:iCs/>
          <w:lang w:val="ro-RO"/>
        </w:rPr>
        <w:t>ă „Augustin Maior” ediţia  a XX</w:t>
      </w:r>
      <w:r w:rsidRPr="002A4DAD">
        <w:rPr>
          <w:i/>
          <w:iCs/>
          <w:lang w:val="ro-RO"/>
        </w:rPr>
        <w:t>V-a</w:t>
      </w:r>
      <w:r w:rsidRPr="002A4DAD">
        <w:rPr>
          <w:lang w:val="ro-RO"/>
        </w:rPr>
        <w:t xml:space="preserve"> organizat la Şcoala Gimnazială „Augu</w:t>
      </w:r>
      <w:r>
        <w:rPr>
          <w:lang w:val="ro-RO"/>
        </w:rPr>
        <w:t>stin Maior” Reghin în data de 26 martie 2020.</w:t>
      </w:r>
    </w:p>
    <w:p w:rsidR="00C012FA" w:rsidRPr="002A4DAD" w:rsidRDefault="00C012FA" w:rsidP="00AB5546">
      <w:pPr>
        <w:jc w:val="center"/>
        <w:rPr>
          <w:lang w:val="ro-RO"/>
        </w:rPr>
      </w:pPr>
    </w:p>
    <w:tbl>
      <w:tblPr>
        <w:tblW w:w="109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4200"/>
        <w:gridCol w:w="1476"/>
        <w:gridCol w:w="1800"/>
        <w:gridCol w:w="2760"/>
      </w:tblGrid>
      <w:tr w:rsidR="00C012FA" w:rsidRPr="00574AB3">
        <w:tc>
          <w:tcPr>
            <w:tcW w:w="708" w:type="dxa"/>
          </w:tcPr>
          <w:p w:rsidR="00C012FA" w:rsidRDefault="00C012FA" w:rsidP="00574AB3">
            <w:pPr>
              <w:spacing w:after="0" w:line="240" w:lineRule="auto"/>
              <w:jc w:val="center"/>
            </w:pPr>
            <w:r w:rsidRPr="00574AB3">
              <w:t>Nr.</w:t>
            </w:r>
          </w:p>
          <w:p w:rsidR="00C012FA" w:rsidRPr="00574AB3" w:rsidRDefault="00C012FA" w:rsidP="00574AB3">
            <w:pPr>
              <w:spacing w:after="0" w:line="240" w:lineRule="auto"/>
              <w:jc w:val="center"/>
            </w:pPr>
            <w:r w:rsidRPr="00574AB3">
              <w:t>crt.</w:t>
            </w:r>
          </w:p>
        </w:tc>
        <w:tc>
          <w:tcPr>
            <w:tcW w:w="4200" w:type="dxa"/>
          </w:tcPr>
          <w:p w:rsidR="00C012FA" w:rsidRDefault="00C012FA" w:rsidP="00574AB3">
            <w:pPr>
              <w:spacing w:after="0" w:line="240" w:lineRule="auto"/>
              <w:jc w:val="center"/>
            </w:pPr>
          </w:p>
          <w:p w:rsidR="00C012FA" w:rsidRPr="00574AB3" w:rsidRDefault="00C012FA" w:rsidP="00574AB3">
            <w:pPr>
              <w:spacing w:after="0" w:line="240" w:lineRule="auto"/>
              <w:jc w:val="center"/>
            </w:pPr>
            <w:r w:rsidRPr="00574AB3">
              <w:t>Numele elevului</w:t>
            </w:r>
          </w:p>
        </w:tc>
        <w:tc>
          <w:tcPr>
            <w:tcW w:w="1476" w:type="dxa"/>
          </w:tcPr>
          <w:p w:rsidR="00C012FA" w:rsidRDefault="00C012FA" w:rsidP="00574AB3">
            <w:pPr>
              <w:spacing w:after="0" w:line="240" w:lineRule="auto"/>
              <w:jc w:val="center"/>
            </w:pPr>
          </w:p>
          <w:p w:rsidR="00C012FA" w:rsidRPr="00574AB3" w:rsidRDefault="00C012FA" w:rsidP="00574AB3">
            <w:pPr>
              <w:spacing w:after="0" w:line="240" w:lineRule="auto"/>
              <w:jc w:val="center"/>
            </w:pPr>
            <w:r>
              <w:t>Clasa</w:t>
            </w:r>
          </w:p>
        </w:tc>
        <w:tc>
          <w:tcPr>
            <w:tcW w:w="1800" w:type="dxa"/>
          </w:tcPr>
          <w:p w:rsidR="00C012FA" w:rsidRDefault="00C012FA" w:rsidP="00574AB3">
            <w:pPr>
              <w:spacing w:after="0" w:line="240" w:lineRule="auto"/>
              <w:jc w:val="center"/>
            </w:pPr>
          </w:p>
          <w:p w:rsidR="00C012FA" w:rsidRDefault="00C012FA" w:rsidP="00574AB3">
            <w:pPr>
              <w:spacing w:after="0" w:line="240" w:lineRule="auto"/>
              <w:jc w:val="center"/>
            </w:pPr>
            <w:r w:rsidRPr="00574AB3">
              <w:t xml:space="preserve">Limba de </w:t>
            </w:r>
          </w:p>
          <w:p w:rsidR="00C012FA" w:rsidRPr="00574AB3" w:rsidRDefault="00C012FA" w:rsidP="00574AB3">
            <w:pPr>
              <w:spacing w:after="0" w:line="240" w:lineRule="auto"/>
              <w:jc w:val="center"/>
            </w:pPr>
            <w:r w:rsidRPr="00574AB3">
              <w:t>predare</w:t>
            </w:r>
          </w:p>
        </w:tc>
        <w:tc>
          <w:tcPr>
            <w:tcW w:w="2760" w:type="dxa"/>
          </w:tcPr>
          <w:p w:rsidR="00C012FA" w:rsidRDefault="00C012FA" w:rsidP="00574AB3">
            <w:pPr>
              <w:spacing w:after="0" w:line="240" w:lineRule="auto"/>
              <w:jc w:val="center"/>
            </w:pPr>
            <w:r w:rsidRPr="00574AB3">
              <w:t>Numele</w:t>
            </w:r>
          </w:p>
          <w:p w:rsidR="00C012FA" w:rsidRPr="00574AB3" w:rsidRDefault="00C012FA" w:rsidP="00574AB3">
            <w:pPr>
              <w:spacing w:after="0" w:line="240" w:lineRule="auto"/>
              <w:jc w:val="center"/>
            </w:pPr>
            <w:r w:rsidRPr="00574AB3">
              <w:t xml:space="preserve"> profesorului pregătitor</w:t>
            </w:r>
          </w:p>
        </w:tc>
      </w:tr>
      <w:tr w:rsidR="00C012FA" w:rsidRPr="008F6458">
        <w:tc>
          <w:tcPr>
            <w:tcW w:w="708" w:type="dxa"/>
          </w:tcPr>
          <w:p w:rsidR="00C012FA" w:rsidRPr="008F6458" w:rsidRDefault="00C012FA" w:rsidP="00574AB3">
            <w:pPr>
              <w:spacing w:after="0" w:line="240" w:lineRule="auto"/>
              <w:rPr>
                <w:sz w:val="32"/>
                <w:szCs w:val="32"/>
              </w:rPr>
            </w:pPr>
            <w:r w:rsidRPr="008F6458">
              <w:rPr>
                <w:sz w:val="32"/>
                <w:szCs w:val="32"/>
              </w:rPr>
              <w:t xml:space="preserve">  1.</w:t>
            </w:r>
          </w:p>
        </w:tc>
        <w:tc>
          <w:tcPr>
            <w:tcW w:w="4200" w:type="dxa"/>
          </w:tcPr>
          <w:p w:rsidR="00C012FA" w:rsidRPr="00C671FA" w:rsidRDefault="00C012FA" w:rsidP="00574AB3">
            <w:pPr>
              <w:spacing w:after="0" w:line="240" w:lineRule="auto"/>
            </w:pPr>
          </w:p>
        </w:tc>
        <w:tc>
          <w:tcPr>
            <w:tcW w:w="1476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180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276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</w:tr>
      <w:tr w:rsidR="00C012FA" w:rsidRPr="008F6458">
        <w:tc>
          <w:tcPr>
            <w:tcW w:w="708" w:type="dxa"/>
          </w:tcPr>
          <w:p w:rsidR="00C012FA" w:rsidRPr="008F6458" w:rsidRDefault="00C012FA" w:rsidP="00574AB3">
            <w:pPr>
              <w:spacing w:after="0" w:line="240" w:lineRule="auto"/>
              <w:rPr>
                <w:sz w:val="32"/>
                <w:szCs w:val="32"/>
                <w:lang w:val="pt-BR"/>
              </w:rPr>
            </w:pPr>
            <w:r w:rsidRPr="008F6458">
              <w:rPr>
                <w:sz w:val="32"/>
                <w:szCs w:val="32"/>
                <w:lang w:val="pt-BR"/>
              </w:rPr>
              <w:t xml:space="preserve">  2.</w:t>
            </w:r>
          </w:p>
        </w:tc>
        <w:tc>
          <w:tcPr>
            <w:tcW w:w="4200" w:type="dxa"/>
          </w:tcPr>
          <w:p w:rsidR="00C012FA" w:rsidRPr="00367BA0" w:rsidRDefault="00C012FA" w:rsidP="00574AB3">
            <w:pPr>
              <w:spacing w:after="0" w:line="240" w:lineRule="auto"/>
              <w:rPr>
                <w:lang w:val="ro-RO"/>
              </w:rPr>
            </w:pPr>
          </w:p>
        </w:tc>
        <w:tc>
          <w:tcPr>
            <w:tcW w:w="1476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180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276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</w:tr>
      <w:tr w:rsidR="00C012FA" w:rsidRPr="008F6458">
        <w:tc>
          <w:tcPr>
            <w:tcW w:w="708" w:type="dxa"/>
          </w:tcPr>
          <w:p w:rsidR="00C012FA" w:rsidRPr="008F6458" w:rsidRDefault="00C012FA" w:rsidP="00574AB3">
            <w:pPr>
              <w:spacing w:after="0" w:line="240" w:lineRule="auto"/>
              <w:rPr>
                <w:sz w:val="32"/>
                <w:szCs w:val="32"/>
                <w:lang w:val="pt-BR"/>
              </w:rPr>
            </w:pPr>
            <w:r w:rsidRPr="008F6458">
              <w:rPr>
                <w:sz w:val="32"/>
                <w:szCs w:val="32"/>
                <w:lang w:val="pt-BR"/>
              </w:rPr>
              <w:t xml:space="preserve">  3.</w:t>
            </w:r>
          </w:p>
        </w:tc>
        <w:tc>
          <w:tcPr>
            <w:tcW w:w="420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1476" w:type="dxa"/>
          </w:tcPr>
          <w:p w:rsidR="00C012FA" w:rsidRPr="00C671FA" w:rsidRDefault="00C012FA" w:rsidP="00695F16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180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276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</w:tr>
      <w:tr w:rsidR="00C012FA" w:rsidRPr="008F6458">
        <w:tc>
          <w:tcPr>
            <w:tcW w:w="708" w:type="dxa"/>
          </w:tcPr>
          <w:p w:rsidR="00C012FA" w:rsidRPr="008F6458" w:rsidRDefault="00C012FA" w:rsidP="00574AB3">
            <w:pPr>
              <w:spacing w:after="0" w:line="240" w:lineRule="auto"/>
              <w:rPr>
                <w:sz w:val="32"/>
                <w:szCs w:val="32"/>
                <w:lang w:val="pt-BR"/>
              </w:rPr>
            </w:pPr>
            <w:r w:rsidRPr="008F6458">
              <w:rPr>
                <w:sz w:val="32"/>
                <w:szCs w:val="32"/>
                <w:lang w:val="pt-BR"/>
              </w:rPr>
              <w:t xml:space="preserve">  4.</w:t>
            </w:r>
          </w:p>
        </w:tc>
        <w:tc>
          <w:tcPr>
            <w:tcW w:w="420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1476" w:type="dxa"/>
          </w:tcPr>
          <w:p w:rsidR="00C012FA" w:rsidRPr="00C671FA" w:rsidRDefault="00C012FA" w:rsidP="00695F16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180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  <w:tc>
          <w:tcPr>
            <w:tcW w:w="2760" w:type="dxa"/>
          </w:tcPr>
          <w:p w:rsidR="00C012FA" w:rsidRPr="00C671FA" w:rsidRDefault="00C012FA" w:rsidP="00574AB3">
            <w:pPr>
              <w:spacing w:after="0" w:line="240" w:lineRule="auto"/>
              <w:rPr>
                <w:lang w:val="pt-BR"/>
              </w:rPr>
            </w:pPr>
          </w:p>
        </w:tc>
      </w:tr>
    </w:tbl>
    <w:p w:rsidR="00C012FA" w:rsidRPr="008F6458" w:rsidRDefault="00C012FA" w:rsidP="00AB5546">
      <w:pPr>
        <w:rPr>
          <w:sz w:val="32"/>
          <w:szCs w:val="32"/>
          <w:lang w:val="pt-BR"/>
        </w:rPr>
      </w:pPr>
    </w:p>
    <w:p w:rsidR="00C012FA" w:rsidRDefault="00C012FA" w:rsidP="00AB5546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:rsidR="00C012FA" w:rsidRDefault="00C012FA" w:rsidP="00AB5546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:rsidR="00C012FA" w:rsidRDefault="00C012FA" w:rsidP="00AB5546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:rsidR="00C012FA" w:rsidRDefault="00C012FA" w:rsidP="00AB5546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:rsidR="00C012FA" w:rsidRDefault="00C012FA" w:rsidP="00AB5546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:rsidR="00C012FA" w:rsidRDefault="00C012FA" w:rsidP="00AB5546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:rsidR="00C012FA" w:rsidRPr="003704D4" w:rsidRDefault="00C012FA" w:rsidP="00171132">
      <w:pPr>
        <w:pStyle w:val="NormalWeb"/>
        <w:spacing w:before="0" w:beforeAutospacing="0" w:after="0" w:afterAutospacing="0"/>
        <w:jc w:val="center"/>
        <w:rPr>
          <w:b/>
          <w:bCs/>
          <w:lang w:val="ro-RO"/>
        </w:rPr>
      </w:pPr>
    </w:p>
    <w:p w:rsidR="00C012FA" w:rsidRPr="00171132" w:rsidRDefault="00C012FA" w:rsidP="00171132">
      <w:pPr>
        <w:widowControl w:val="0"/>
        <w:spacing w:after="0" w:line="240" w:lineRule="auto"/>
        <w:ind w:left="3600"/>
        <w:rPr>
          <w:b/>
          <w:bCs/>
          <w:caps/>
          <w:sz w:val="24"/>
          <w:szCs w:val="24"/>
          <w:lang w:val="ro-RO"/>
        </w:rPr>
      </w:pPr>
      <w:r w:rsidRPr="00171132">
        <w:rPr>
          <w:b/>
          <w:bCs/>
          <w:caps/>
          <w:sz w:val="24"/>
          <w:szCs w:val="24"/>
          <w:lang w:val="ro-RO"/>
        </w:rPr>
        <w:t>avizat,</w:t>
      </w: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caps/>
          <w:sz w:val="20"/>
          <w:szCs w:val="20"/>
          <w:lang w:val="ro-RO"/>
        </w:rPr>
      </w:pPr>
      <w:r w:rsidRPr="00171132">
        <w:rPr>
          <w:caps/>
          <w:sz w:val="20"/>
          <w:szCs w:val="20"/>
          <w:lang w:val="ro-RO"/>
        </w:rPr>
        <w:t>DIRECTOR,</w:t>
      </w: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caps/>
          <w:sz w:val="20"/>
          <w:szCs w:val="20"/>
          <w:lang w:val="ro-RO"/>
        </w:rPr>
      </w:pP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caps/>
          <w:sz w:val="20"/>
          <w:szCs w:val="20"/>
          <w:lang w:val="ro-RO"/>
        </w:rPr>
      </w:pPr>
      <w:r w:rsidRPr="00171132">
        <w:rPr>
          <w:caps/>
          <w:sz w:val="20"/>
          <w:szCs w:val="20"/>
          <w:lang w:val="ro-RO"/>
        </w:rPr>
        <w:t>Şcoala _</w:t>
      </w:r>
      <w:r>
        <w:rPr>
          <w:caps/>
          <w:sz w:val="20"/>
          <w:szCs w:val="20"/>
          <w:lang w:val="ro-RO"/>
        </w:rPr>
        <w:t>gIMN. „AUGUSTIN MAIOR</w:t>
      </w:r>
      <w:r w:rsidRPr="00171132">
        <w:rPr>
          <w:caps/>
          <w:sz w:val="20"/>
          <w:szCs w:val="20"/>
          <w:lang w:val="ro-RO"/>
        </w:rPr>
        <w:t>,</w:t>
      </w: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caps/>
          <w:sz w:val="20"/>
          <w:szCs w:val="20"/>
          <w:lang w:val="ro-RO"/>
        </w:rPr>
      </w:pPr>
    </w:p>
    <w:p w:rsidR="00C012FA" w:rsidRPr="00706122" w:rsidRDefault="00C012FA" w:rsidP="00171132">
      <w:pPr>
        <w:widowControl w:val="0"/>
        <w:spacing w:after="0" w:line="240" w:lineRule="auto"/>
        <w:jc w:val="center"/>
        <w:rPr>
          <w:caps/>
          <w:sz w:val="20"/>
          <w:szCs w:val="20"/>
          <w:lang w:val="it-IT"/>
        </w:rPr>
      </w:pP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caps/>
          <w:sz w:val="20"/>
          <w:szCs w:val="20"/>
          <w:lang w:val="pt-BR"/>
        </w:rPr>
      </w:pPr>
      <w:r w:rsidRPr="00706122">
        <w:rPr>
          <w:caps/>
          <w:sz w:val="20"/>
          <w:szCs w:val="20"/>
          <w:lang w:val="it-IT"/>
        </w:rPr>
        <w:t xml:space="preserve">prof. </w:t>
      </w:r>
      <w:r>
        <w:rPr>
          <w:caps/>
          <w:sz w:val="20"/>
          <w:szCs w:val="20"/>
          <w:lang w:val="pt-BR"/>
        </w:rPr>
        <w:t>BELDEAN CRISTINA BIANCA</w:t>
      </w: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sz w:val="20"/>
          <w:szCs w:val="20"/>
          <w:lang w:val="pt-BR"/>
        </w:rPr>
      </w:pPr>
      <w:r w:rsidRPr="00171132">
        <w:rPr>
          <w:sz w:val="20"/>
          <w:szCs w:val="20"/>
          <w:lang w:val="pt-BR"/>
        </w:rPr>
        <w:t>(numele şi prenumele)</w:t>
      </w:r>
    </w:p>
    <w:p w:rsidR="00C012FA" w:rsidRPr="00171132" w:rsidRDefault="00C012FA" w:rsidP="00171132">
      <w:pPr>
        <w:widowControl w:val="0"/>
        <w:spacing w:after="0" w:line="240" w:lineRule="auto"/>
        <w:jc w:val="center"/>
        <w:rPr>
          <w:sz w:val="20"/>
          <w:szCs w:val="20"/>
          <w:lang w:val="pt-BR"/>
        </w:rPr>
      </w:pPr>
    </w:p>
    <w:p w:rsidR="00C012FA" w:rsidRPr="00171132" w:rsidRDefault="00C012FA" w:rsidP="00AB6459">
      <w:pPr>
        <w:widowControl w:val="0"/>
        <w:spacing w:after="0" w:line="240" w:lineRule="auto"/>
        <w:ind w:left="1440" w:firstLine="720"/>
        <w:jc w:val="center"/>
        <w:rPr>
          <w:sz w:val="20"/>
          <w:szCs w:val="20"/>
          <w:lang w:val="pt-BR"/>
        </w:rPr>
      </w:pPr>
      <w:r w:rsidRPr="00171132">
        <w:rPr>
          <w:sz w:val="20"/>
          <w:szCs w:val="20"/>
          <w:lang w:val="pt-BR"/>
        </w:rPr>
        <w:t>__________________________________          L.S.</w:t>
      </w:r>
    </w:p>
    <w:p w:rsidR="00C012FA" w:rsidRPr="00171132" w:rsidRDefault="00C012FA" w:rsidP="00171132">
      <w:pPr>
        <w:spacing w:after="0" w:line="240" w:lineRule="auto"/>
        <w:jc w:val="center"/>
        <w:rPr>
          <w:sz w:val="20"/>
          <w:szCs w:val="20"/>
          <w:lang w:val="pt-BR"/>
        </w:rPr>
      </w:pPr>
    </w:p>
    <w:p w:rsidR="00C012FA" w:rsidRDefault="00C012FA">
      <w:pPr>
        <w:rPr>
          <w:lang w:val="ro-RO"/>
        </w:rPr>
      </w:pPr>
    </w:p>
    <w:p w:rsidR="00C012FA" w:rsidRPr="00055075" w:rsidRDefault="00C012FA">
      <w:pPr>
        <w:rPr>
          <w:lang w:val="ro-RO"/>
        </w:rPr>
      </w:pPr>
      <w:bookmarkStart w:id="0" w:name="_GoBack"/>
      <w:bookmarkEnd w:id="0"/>
    </w:p>
    <w:sectPr w:rsidR="00C012FA" w:rsidRPr="00055075" w:rsidSect="00171132">
      <w:pgSz w:w="11906" w:h="16838"/>
      <w:pgMar w:top="1418" w:right="851" w:bottom="567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7F72"/>
    <w:multiLevelType w:val="hybridMultilevel"/>
    <w:tmpl w:val="F39AE5D4"/>
    <w:lvl w:ilvl="0" w:tplc="04090019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076"/>
        </w:tabs>
        <w:ind w:left="20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96"/>
        </w:tabs>
        <w:ind w:left="279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16"/>
        </w:tabs>
        <w:ind w:left="3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236"/>
        </w:tabs>
        <w:ind w:left="4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956"/>
        </w:tabs>
        <w:ind w:left="4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cs="Wingdings" w:hint="default"/>
      </w:rPr>
    </w:lvl>
  </w:abstractNum>
  <w:abstractNum w:abstractNumId="1">
    <w:nsid w:val="3D494A1D"/>
    <w:multiLevelType w:val="hybridMultilevel"/>
    <w:tmpl w:val="03204A36"/>
    <w:lvl w:ilvl="0" w:tplc="04090019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gutterAtTop/>
  <w:defaultTabStop w:val="720"/>
  <w:hyphenationZone w:val="425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FE6"/>
    <w:rsid w:val="00055075"/>
    <w:rsid w:val="000857B5"/>
    <w:rsid w:val="00101668"/>
    <w:rsid w:val="00171132"/>
    <w:rsid w:val="001F03D8"/>
    <w:rsid w:val="002A4DAD"/>
    <w:rsid w:val="002F72E1"/>
    <w:rsid w:val="00323DAE"/>
    <w:rsid w:val="00355E53"/>
    <w:rsid w:val="00367BA0"/>
    <w:rsid w:val="003704D4"/>
    <w:rsid w:val="00467FE6"/>
    <w:rsid w:val="00473CC8"/>
    <w:rsid w:val="004A4970"/>
    <w:rsid w:val="005039C1"/>
    <w:rsid w:val="00574AB3"/>
    <w:rsid w:val="005C1315"/>
    <w:rsid w:val="00667810"/>
    <w:rsid w:val="00695F16"/>
    <w:rsid w:val="006A226A"/>
    <w:rsid w:val="007050F7"/>
    <w:rsid w:val="00706122"/>
    <w:rsid w:val="008001AD"/>
    <w:rsid w:val="008B2A47"/>
    <w:rsid w:val="008E32C2"/>
    <w:rsid w:val="008F6458"/>
    <w:rsid w:val="009410F0"/>
    <w:rsid w:val="009B19CA"/>
    <w:rsid w:val="00A337E7"/>
    <w:rsid w:val="00A7518D"/>
    <w:rsid w:val="00A8030C"/>
    <w:rsid w:val="00AB35FC"/>
    <w:rsid w:val="00AB5546"/>
    <w:rsid w:val="00AB6459"/>
    <w:rsid w:val="00AF0759"/>
    <w:rsid w:val="00AF3FC8"/>
    <w:rsid w:val="00B059C0"/>
    <w:rsid w:val="00B3259A"/>
    <w:rsid w:val="00BC59C9"/>
    <w:rsid w:val="00C012FA"/>
    <w:rsid w:val="00C671FA"/>
    <w:rsid w:val="00C9173C"/>
    <w:rsid w:val="00D07047"/>
    <w:rsid w:val="00D643A9"/>
    <w:rsid w:val="00D81284"/>
    <w:rsid w:val="00E0139B"/>
    <w:rsid w:val="00EB610B"/>
    <w:rsid w:val="00EC1890"/>
    <w:rsid w:val="00F17D61"/>
    <w:rsid w:val="00F504E7"/>
    <w:rsid w:val="00F76D99"/>
    <w:rsid w:val="00F8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5FC"/>
    <w:pPr>
      <w:spacing w:after="200" w:line="276" w:lineRule="auto"/>
    </w:pPr>
    <w:rPr>
      <w:sz w:val="28"/>
      <w:szCs w:val="28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711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71132"/>
    <w:rPr>
      <w:color w:val="0000FF"/>
      <w:u w:val="single"/>
    </w:rPr>
  </w:style>
  <w:style w:type="table" w:styleId="TableGrid">
    <w:name w:val="Table Grid"/>
    <w:basedOn w:val="TableNormal"/>
    <w:uiPriority w:val="99"/>
    <w:rsid w:val="00AB55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C18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199</TotalTime>
  <Pages>1</Pages>
  <Words>83</Words>
  <Characters>488</Characters>
  <Application>Microsoft Office Outlook</Application>
  <DocSecurity>0</DocSecurity>
  <Lines>0</Lines>
  <Paragraphs>0</Paragraphs>
  <ScaleCrop>false</ScaleCrop>
  <Company>Hm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PC3</cp:lastModifiedBy>
  <cp:revision>24</cp:revision>
  <cp:lastPrinted>2019-04-08T11:57:00Z</cp:lastPrinted>
  <dcterms:created xsi:type="dcterms:W3CDTF">2016-03-03T19:14:00Z</dcterms:created>
  <dcterms:modified xsi:type="dcterms:W3CDTF">2020-02-07T06:47:00Z</dcterms:modified>
</cp:coreProperties>
</file>